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6B74" w:rsidRPr="00EC75A1" w:rsidRDefault="00EC6B74">
      <w:pPr>
        <w:rPr>
          <w:rFonts w:hAnsi="ＭＳ 明朝" w:hint="eastAsia"/>
          <w:sz w:val="22"/>
          <w:szCs w:val="22"/>
        </w:rPr>
      </w:pPr>
      <w:bookmarkStart w:id="0" w:name="_GoBack"/>
      <w:bookmarkEnd w:id="0"/>
      <w:r w:rsidRPr="00EC75A1">
        <w:rPr>
          <w:rFonts w:hAnsi="ＭＳ 明朝" w:hint="eastAsia"/>
          <w:sz w:val="22"/>
          <w:szCs w:val="22"/>
        </w:rPr>
        <w:t>様式第３号</w:t>
      </w:r>
    </w:p>
    <w:p w:rsidR="00EC6B74" w:rsidRPr="00AE3AE9" w:rsidRDefault="00EC6B74" w:rsidP="00AE3AE9">
      <w:pPr>
        <w:spacing w:beforeLines="50" w:before="145" w:afterLines="50" w:after="145"/>
        <w:jc w:val="center"/>
        <w:rPr>
          <w:rFonts w:hAnsi="ＭＳ 明朝" w:hint="eastAsia"/>
          <w:sz w:val="24"/>
        </w:rPr>
      </w:pPr>
      <w:r w:rsidRPr="00EC75A1">
        <w:rPr>
          <w:rFonts w:hAnsi="ＭＳ 明朝" w:hint="eastAsia"/>
          <w:sz w:val="24"/>
        </w:rPr>
        <w:t>誓　　約　　書</w:t>
      </w:r>
    </w:p>
    <w:p w:rsidR="00EC6B74" w:rsidRPr="00EC75A1" w:rsidRDefault="000D5DDA">
      <w:pPr>
        <w:jc w:val="right"/>
        <w:rPr>
          <w:rFonts w:hAnsi="ＭＳ 明朝" w:hint="eastAsia"/>
          <w:sz w:val="22"/>
          <w:szCs w:val="22"/>
        </w:rPr>
      </w:pPr>
      <w:r>
        <w:rPr>
          <w:rFonts w:hAnsi="ＭＳ 明朝" w:hint="eastAsia"/>
          <w:sz w:val="22"/>
          <w:szCs w:val="22"/>
        </w:rPr>
        <w:t>令和</w:t>
      </w:r>
      <w:r w:rsidR="00EC6B74" w:rsidRPr="00EC75A1">
        <w:rPr>
          <w:rFonts w:hAnsi="ＭＳ 明朝" w:hint="eastAsia"/>
          <w:sz w:val="22"/>
          <w:szCs w:val="22"/>
        </w:rPr>
        <w:t xml:space="preserve">　　年　　月　　日</w:t>
      </w:r>
    </w:p>
    <w:p w:rsidR="00EC6B74" w:rsidRPr="00EC75A1" w:rsidRDefault="00EC6B74">
      <w:pPr>
        <w:rPr>
          <w:rFonts w:hAnsi="ＭＳ 明朝" w:hint="eastAsia"/>
          <w:sz w:val="22"/>
          <w:szCs w:val="22"/>
        </w:rPr>
      </w:pPr>
    </w:p>
    <w:p w:rsidR="00EC6B74" w:rsidRPr="00EC75A1" w:rsidRDefault="00484810">
      <w:pPr>
        <w:rPr>
          <w:rFonts w:hAnsi="ＭＳ 明朝" w:hint="eastAsia"/>
          <w:sz w:val="22"/>
          <w:szCs w:val="22"/>
        </w:rPr>
      </w:pPr>
      <w:r>
        <w:rPr>
          <w:rFonts w:hAnsi="ＭＳ 明朝" w:hint="eastAsia"/>
          <w:sz w:val="22"/>
          <w:szCs w:val="22"/>
        </w:rPr>
        <w:t>延岡市長</w:t>
      </w:r>
    </w:p>
    <w:p w:rsidR="00EC6B74" w:rsidRPr="00EC75A1" w:rsidRDefault="00EC6B74">
      <w:pPr>
        <w:rPr>
          <w:rFonts w:hAnsi="ＭＳ 明朝" w:hint="eastAsia"/>
          <w:sz w:val="22"/>
          <w:szCs w:val="22"/>
        </w:rPr>
      </w:pPr>
    </w:p>
    <w:p w:rsidR="00EC6B74" w:rsidRDefault="00A058BE" w:rsidP="00AE3AE9">
      <w:pPr>
        <w:spacing w:beforeLines="50" w:before="145"/>
        <w:rPr>
          <w:rFonts w:hAnsi="ＭＳ 明朝" w:hint="eastAsia"/>
          <w:sz w:val="22"/>
          <w:szCs w:val="22"/>
        </w:rPr>
      </w:pPr>
      <w:r>
        <w:rPr>
          <w:rFonts w:hAnsi="ＭＳ 明朝" w:hint="eastAsia"/>
          <w:sz w:val="22"/>
          <w:szCs w:val="22"/>
        </w:rPr>
        <w:t xml:space="preserve">　　　　　　　　　</w:t>
      </w:r>
      <w:r w:rsidR="00EC6B74" w:rsidRPr="00EC75A1">
        <w:rPr>
          <w:rFonts w:hAnsi="ＭＳ 明朝" w:hint="eastAsia"/>
          <w:sz w:val="22"/>
          <w:szCs w:val="22"/>
        </w:rPr>
        <w:t>誓　約　者</w:t>
      </w:r>
    </w:p>
    <w:p w:rsidR="003254FC" w:rsidRDefault="003254FC" w:rsidP="00AE3AE9">
      <w:pPr>
        <w:rPr>
          <w:rFonts w:hAnsi="ＭＳ 明朝" w:hint="eastAsia"/>
          <w:sz w:val="22"/>
          <w:szCs w:val="22"/>
        </w:rPr>
      </w:pPr>
    </w:p>
    <w:p w:rsidR="003254FC" w:rsidRDefault="003254FC" w:rsidP="003254FC">
      <w:pPr>
        <w:autoSpaceDN w:val="0"/>
        <w:ind w:leftChars="1000" w:left="2267"/>
        <w:rPr>
          <w:rFonts w:hAnsi="ＭＳ 明朝" w:hint="eastAsia"/>
        </w:rPr>
      </w:pPr>
      <w:r>
        <w:rPr>
          <w:rFonts w:hAnsi="ＭＳ 明朝" w:hint="eastAsia"/>
        </w:rPr>
        <w:t>特定建設工事共同企業体の名称</w:t>
      </w:r>
    </w:p>
    <w:p w:rsidR="003254FC" w:rsidRDefault="003254FC" w:rsidP="003254FC">
      <w:pPr>
        <w:autoSpaceDN w:val="0"/>
        <w:ind w:leftChars="1000" w:left="2267"/>
        <w:rPr>
          <w:rFonts w:hAnsi="ＭＳ 明朝" w:hint="eastAsia"/>
        </w:rPr>
      </w:pPr>
      <w:r>
        <w:rPr>
          <w:rFonts w:hAnsi="ＭＳ 明朝" w:hint="eastAsia"/>
        </w:rPr>
        <w:t xml:space="preserve">　</w:t>
      </w:r>
      <w:r w:rsidRPr="00DC6D5A">
        <w:rPr>
          <w:rFonts w:hAnsi="ＭＳ 明朝" w:hint="eastAsia"/>
          <w:color w:val="FF0000"/>
        </w:rPr>
        <w:t>○○○（共同企業体の名称を記入）</w:t>
      </w:r>
      <w:r>
        <w:rPr>
          <w:rFonts w:hAnsi="ＭＳ 明朝" w:hint="eastAsia"/>
        </w:rPr>
        <w:t>特定建設工事共同企業体</w:t>
      </w:r>
    </w:p>
    <w:p w:rsidR="003254FC" w:rsidRPr="00EC75A1" w:rsidRDefault="003254FC" w:rsidP="00CA4716">
      <w:pPr>
        <w:spacing w:afterLines="50" w:after="145"/>
        <w:rPr>
          <w:rFonts w:hAnsi="ＭＳ 明朝" w:hint="eastAsia"/>
          <w:sz w:val="22"/>
          <w:szCs w:val="22"/>
        </w:rPr>
      </w:pPr>
    </w:p>
    <w:p w:rsidR="000269EB" w:rsidRDefault="000269EB" w:rsidP="000269EB">
      <w:pPr>
        <w:autoSpaceDN w:val="0"/>
        <w:ind w:leftChars="1000" w:left="2267"/>
        <w:rPr>
          <w:rFonts w:hAnsi="ＭＳ 明朝" w:hint="eastAsia"/>
        </w:rPr>
      </w:pPr>
      <w:r>
        <w:rPr>
          <w:rFonts w:hAnsi="ＭＳ 明朝" w:hint="eastAsia"/>
        </w:rPr>
        <w:t>特定建設工事共同企業体代表構成員</w:t>
      </w:r>
    </w:p>
    <w:p w:rsidR="000269EB" w:rsidRDefault="000269EB" w:rsidP="000269EB">
      <w:pPr>
        <w:autoSpaceDN w:val="0"/>
        <w:ind w:leftChars="1000" w:left="2267"/>
        <w:rPr>
          <w:rFonts w:hAnsi="ＭＳ 明朝" w:hint="eastAsia"/>
        </w:rPr>
      </w:pPr>
      <w:r>
        <w:rPr>
          <w:rFonts w:hAnsi="ＭＳ 明朝" w:hint="eastAsia"/>
        </w:rPr>
        <w:t xml:space="preserve">　　　住　　　　所</w:t>
      </w:r>
    </w:p>
    <w:p w:rsidR="000269EB" w:rsidRDefault="000269EB" w:rsidP="000269EB">
      <w:pPr>
        <w:autoSpaceDN w:val="0"/>
        <w:ind w:leftChars="1000" w:left="2267"/>
        <w:rPr>
          <w:rFonts w:hAnsi="ＭＳ 明朝" w:hint="eastAsia"/>
        </w:rPr>
      </w:pPr>
      <w:r>
        <w:rPr>
          <w:rFonts w:hAnsi="ＭＳ 明朝" w:hint="eastAsia"/>
        </w:rPr>
        <w:t xml:space="preserve">　　　商号又は名称</w:t>
      </w:r>
    </w:p>
    <w:p w:rsidR="000269EB" w:rsidRDefault="000269EB" w:rsidP="000269EB">
      <w:pPr>
        <w:autoSpaceDN w:val="0"/>
        <w:ind w:leftChars="1000" w:left="2267"/>
        <w:rPr>
          <w:rFonts w:hAnsi="ＭＳ 明朝" w:hint="eastAsia"/>
        </w:rPr>
      </w:pPr>
      <w:r>
        <w:rPr>
          <w:rFonts w:hAnsi="ＭＳ 明朝" w:hint="eastAsia"/>
        </w:rPr>
        <w:t xml:space="preserve">　　　</w:t>
      </w:r>
      <w:r w:rsidRPr="00621614">
        <w:rPr>
          <w:rFonts w:hAnsi="ＭＳ 明朝" w:hint="eastAsia"/>
          <w:spacing w:val="39"/>
          <w:kern w:val="0"/>
          <w:fitText w:val="1362" w:id="-320644608"/>
        </w:rPr>
        <w:t>代表者</w:t>
      </w:r>
      <w:r w:rsidR="00DD6CA1" w:rsidRPr="00621614">
        <w:rPr>
          <w:rFonts w:hAnsi="ＭＳ 明朝" w:hint="eastAsia"/>
          <w:spacing w:val="39"/>
          <w:kern w:val="0"/>
          <w:fitText w:val="1362" w:id="-320644608"/>
        </w:rPr>
        <w:t>氏</w:t>
      </w:r>
      <w:r w:rsidR="00DD6CA1" w:rsidRPr="00621614">
        <w:rPr>
          <w:rFonts w:hAnsi="ＭＳ 明朝" w:hint="eastAsia"/>
          <w:kern w:val="0"/>
          <w:fitText w:val="1362" w:id="-320644608"/>
        </w:rPr>
        <w:t>名</w:t>
      </w:r>
    </w:p>
    <w:p w:rsidR="000269EB" w:rsidRDefault="000269EB" w:rsidP="000269EB">
      <w:pPr>
        <w:autoSpaceDN w:val="0"/>
        <w:ind w:leftChars="1000" w:left="2267"/>
        <w:rPr>
          <w:rFonts w:hAnsi="ＭＳ 明朝" w:hint="eastAsia"/>
        </w:rPr>
      </w:pPr>
    </w:p>
    <w:p w:rsidR="000269EB" w:rsidRDefault="000269EB" w:rsidP="000269EB">
      <w:pPr>
        <w:autoSpaceDN w:val="0"/>
        <w:ind w:leftChars="1000" w:left="2267"/>
        <w:rPr>
          <w:rFonts w:hAnsi="ＭＳ 明朝" w:hint="eastAsia"/>
        </w:rPr>
      </w:pPr>
      <w:r>
        <w:rPr>
          <w:rFonts w:hAnsi="ＭＳ 明朝" w:hint="eastAsia"/>
        </w:rPr>
        <w:t>特定建設工事共同企業体第１構成員</w:t>
      </w:r>
    </w:p>
    <w:p w:rsidR="000269EB" w:rsidRDefault="000269EB" w:rsidP="000269EB">
      <w:pPr>
        <w:autoSpaceDN w:val="0"/>
        <w:ind w:leftChars="1000" w:left="2267"/>
        <w:rPr>
          <w:rFonts w:hAnsi="ＭＳ 明朝" w:hint="eastAsia"/>
        </w:rPr>
      </w:pPr>
      <w:r>
        <w:rPr>
          <w:rFonts w:hAnsi="ＭＳ 明朝" w:hint="eastAsia"/>
        </w:rPr>
        <w:t xml:space="preserve">　　　住　　　　所</w:t>
      </w:r>
    </w:p>
    <w:p w:rsidR="000269EB" w:rsidRDefault="000269EB" w:rsidP="000269EB">
      <w:pPr>
        <w:autoSpaceDN w:val="0"/>
        <w:ind w:leftChars="1000" w:left="2267"/>
        <w:rPr>
          <w:rFonts w:hAnsi="ＭＳ 明朝" w:hint="eastAsia"/>
        </w:rPr>
      </w:pPr>
      <w:r>
        <w:rPr>
          <w:rFonts w:hAnsi="ＭＳ 明朝" w:hint="eastAsia"/>
        </w:rPr>
        <w:t xml:space="preserve">　　　商号又は名称</w:t>
      </w:r>
    </w:p>
    <w:p w:rsidR="000269EB" w:rsidRDefault="000269EB" w:rsidP="000269EB">
      <w:pPr>
        <w:autoSpaceDN w:val="0"/>
        <w:ind w:leftChars="1000" w:left="2267"/>
        <w:rPr>
          <w:rFonts w:hAnsi="ＭＳ 明朝" w:hint="eastAsia"/>
        </w:rPr>
      </w:pPr>
      <w:r>
        <w:rPr>
          <w:rFonts w:hAnsi="ＭＳ 明朝" w:hint="eastAsia"/>
        </w:rPr>
        <w:t xml:space="preserve">　　　</w:t>
      </w:r>
      <w:r w:rsidRPr="00621614">
        <w:rPr>
          <w:rFonts w:hAnsi="ＭＳ 明朝" w:hint="eastAsia"/>
          <w:spacing w:val="39"/>
          <w:kern w:val="0"/>
          <w:fitText w:val="1362" w:id="-320643072"/>
        </w:rPr>
        <w:t>代表者</w:t>
      </w:r>
      <w:r w:rsidR="00DD6CA1" w:rsidRPr="00621614">
        <w:rPr>
          <w:rFonts w:hAnsi="ＭＳ 明朝" w:hint="eastAsia"/>
          <w:spacing w:val="39"/>
          <w:kern w:val="0"/>
          <w:fitText w:val="1362" w:id="-320643072"/>
        </w:rPr>
        <w:t>氏</w:t>
      </w:r>
      <w:r w:rsidR="00DD6CA1" w:rsidRPr="00621614">
        <w:rPr>
          <w:rFonts w:hAnsi="ＭＳ 明朝" w:hint="eastAsia"/>
          <w:kern w:val="0"/>
          <w:fitText w:val="1362" w:id="-320643072"/>
        </w:rPr>
        <w:t>名</w:t>
      </w:r>
    </w:p>
    <w:p w:rsidR="00AE3AE9" w:rsidRDefault="00AE3AE9" w:rsidP="000269EB">
      <w:pPr>
        <w:autoSpaceDN w:val="0"/>
        <w:ind w:leftChars="1000" w:left="2267"/>
        <w:rPr>
          <w:rFonts w:hAnsi="ＭＳ 明朝" w:hint="eastAsia"/>
        </w:rPr>
      </w:pPr>
    </w:p>
    <w:p w:rsidR="00E46EEC" w:rsidRDefault="00E46EEC" w:rsidP="00AE3AE9">
      <w:pPr>
        <w:autoSpaceDN w:val="0"/>
        <w:rPr>
          <w:rFonts w:hAnsi="ＭＳ 明朝" w:hint="eastAsia"/>
        </w:rPr>
      </w:pPr>
    </w:p>
    <w:p w:rsidR="00AE3AE9" w:rsidRDefault="00AE3AE9" w:rsidP="00AE3AE9">
      <w:pPr>
        <w:autoSpaceDN w:val="0"/>
        <w:rPr>
          <w:rFonts w:hAnsi="ＭＳ 明朝" w:hint="eastAsia"/>
        </w:rPr>
      </w:pPr>
    </w:p>
    <w:p w:rsidR="008D1C97" w:rsidRPr="00EC75A1" w:rsidRDefault="008D1C97" w:rsidP="008D1C97">
      <w:pPr>
        <w:spacing w:line="260" w:lineRule="exact"/>
        <w:rPr>
          <w:rFonts w:hAnsi="ＭＳ 明朝" w:hint="eastAsia"/>
          <w:sz w:val="22"/>
          <w:szCs w:val="22"/>
        </w:rPr>
      </w:pPr>
      <w:r>
        <w:rPr>
          <w:rFonts w:hAnsi="ＭＳ 明朝" w:hint="eastAsia"/>
          <w:sz w:val="22"/>
          <w:szCs w:val="22"/>
        </w:rPr>
        <w:t xml:space="preserve">　下記工事の競争入札に関し、下記の事項について誓約します。</w:t>
      </w:r>
    </w:p>
    <w:p w:rsidR="00AE3AE9" w:rsidRPr="00E46EEC" w:rsidRDefault="00AE3AE9" w:rsidP="008D1C97">
      <w:pPr>
        <w:autoSpaceDN w:val="0"/>
        <w:spacing w:line="260" w:lineRule="exact"/>
        <w:rPr>
          <w:rFonts w:hAnsi="ＭＳ 明朝" w:hint="eastAsia"/>
          <w:sz w:val="22"/>
          <w:szCs w:val="22"/>
        </w:rPr>
      </w:pPr>
    </w:p>
    <w:p w:rsidR="008D1C97" w:rsidRPr="00AE3AE9" w:rsidRDefault="008D1C97" w:rsidP="00AE3AE9">
      <w:pPr>
        <w:autoSpaceDN w:val="0"/>
        <w:spacing w:line="260" w:lineRule="exact"/>
        <w:jc w:val="center"/>
        <w:rPr>
          <w:rFonts w:hAnsi="ＭＳ 明朝" w:hint="eastAsia"/>
          <w:sz w:val="22"/>
          <w:szCs w:val="22"/>
        </w:rPr>
      </w:pPr>
      <w:r w:rsidRPr="00EC75A1">
        <w:rPr>
          <w:rFonts w:hAnsi="ＭＳ 明朝" w:hint="eastAsia"/>
          <w:sz w:val="22"/>
          <w:szCs w:val="22"/>
        </w:rPr>
        <w:t>記</w:t>
      </w:r>
    </w:p>
    <w:p w:rsidR="00AE3AE9" w:rsidRDefault="00AE3AE9" w:rsidP="008D1C97">
      <w:pPr>
        <w:widowControl/>
        <w:autoSpaceDN w:val="0"/>
        <w:spacing w:line="260" w:lineRule="exact"/>
        <w:jc w:val="left"/>
        <w:rPr>
          <w:rFonts w:hAnsi="ＭＳ 明朝" w:hint="eastAsia"/>
          <w:kern w:val="0"/>
          <w:sz w:val="22"/>
          <w:szCs w:val="22"/>
        </w:rPr>
      </w:pPr>
    </w:p>
    <w:p w:rsidR="00616437" w:rsidRDefault="00616437" w:rsidP="008D1C97">
      <w:pPr>
        <w:widowControl/>
        <w:autoSpaceDN w:val="0"/>
        <w:spacing w:line="260" w:lineRule="exact"/>
        <w:jc w:val="left"/>
        <w:rPr>
          <w:rFonts w:hAnsi="ＭＳ 明朝" w:hint="eastAsia"/>
          <w:kern w:val="0"/>
          <w:sz w:val="22"/>
          <w:szCs w:val="22"/>
        </w:rPr>
      </w:pPr>
    </w:p>
    <w:p w:rsidR="008D1C97" w:rsidRPr="00F5086D" w:rsidRDefault="008D1C97" w:rsidP="008D1C97">
      <w:pPr>
        <w:autoSpaceDN w:val="0"/>
        <w:spacing w:line="260" w:lineRule="exact"/>
        <w:rPr>
          <w:rFonts w:hAnsi="ＭＳ 明朝" w:hint="eastAsia"/>
          <w:sz w:val="22"/>
          <w:szCs w:val="22"/>
        </w:rPr>
      </w:pPr>
      <w:r w:rsidRPr="00F5086D">
        <w:rPr>
          <w:rFonts w:hAnsi="ＭＳ 明朝" w:hint="eastAsia"/>
          <w:sz w:val="22"/>
          <w:szCs w:val="22"/>
        </w:rPr>
        <w:t xml:space="preserve">【 公 告 日 </w:t>
      </w:r>
      <w:r w:rsidR="00A07789">
        <w:rPr>
          <w:rFonts w:hAnsi="ＭＳ 明朝" w:hint="eastAsia"/>
          <w:sz w:val="22"/>
          <w:szCs w:val="22"/>
        </w:rPr>
        <w:t xml:space="preserve">】　　</w:t>
      </w:r>
      <w:r w:rsidR="00415633" w:rsidRPr="00415633">
        <w:rPr>
          <w:rFonts w:hAnsi="ＭＳ 明朝" w:hint="eastAsia"/>
          <w:sz w:val="22"/>
          <w:szCs w:val="22"/>
        </w:rPr>
        <w:t>令和８年２月１３日</w:t>
      </w:r>
    </w:p>
    <w:p w:rsidR="008B6567" w:rsidRDefault="008D1C97" w:rsidP="008B6567">
      <w:pPr>
        <w:spacing w:line="290" w:lineRule="exact"/>
        <w:rPr>
          <w:rFonts w:hAnsi="ＭＳ 明朝" w:hint="eastAsia"/>
        </w:rPr>
      </w:pPr>
      <w:r w:rsidRPr="00F5086D">
        <w:rPr>
          <w:rFonts w:hAnsi="ＭＳ 明朝" w:hint="eastAsia"/>
          <w:sz w:val="22"/>
          <w:szCs w:val="22"/>
        </w:rPr>
        <w:t xml:space="preserve">【 工 事 名 】　　</w:t>
      </w:r>
      <w:r w:rsidR="00415633" w:rsidRPr="00415633">
        <w:rPr>
          <w:rFonts w:hAnsi="ＭＳ 明朝" w:hint="eastAsia"/>
          <w:sz w:val="22"/>
          <w:szCs w:val="22"/>
        </w:rPr>
        <w:t>妙田下水処理場脱水機機械設備工事</w:t>
      </w:r>
    </w:p>
    <w:p w:rsidR="008D1C97" w:rsidRPr="002E17B8" w:rsidRDefault="008D1C97" w:rsidP="008D1C97">
      <w:pPr>
        <w:spacing w:line="260" w:lineRule="exact"/>
        <w:rPr>
          <w:rFonts w:hAnsi="ＭＳ 明朝" w:hint="eastAsia"/>
          <w:sz w:val="22"/>
          <w:szCs w:val="22"/>
        </w:rPr>
      </w:pPr>
    </w:p>
    <w:p w:rsidR="00E46EEC" w:rsidRPr="00F5086D" w:rsidRDefault="00E46EEC" w:rsidP="008D1C97">
      <w:pPr>
        <w:spacing w:line="260" w:lineRule="exact"/>
        <w:rPr>
          <w:rFonts w:hAnsi="ＭＳ 明朝" w:hint="eastAsia"/>
          <w:sz w:val="22"/>
          <w:szCs w:val="22"/>
        </w:rPr>
      </w:pPr>
    </w:p>
    <w:p w:rsidR="008D1C97" w:rsidRPr="00F5086D" w:rsidRDefault="008D1C97" w:rsidP="008D1C97">
      <w:pPr>
        <w:spacing w:line="260" w:lineRule="exact"/>
        <w:rPr>
          <w:rFonts w:hAnsi="ＭＳ 明朝" w:hint="eastAsia"/>
          <w:sz w:val="22"/>
          <w:szCs w:val="22"/>
        </w:rPr>
      </w:pPr>
      <w:r w:rsidRPr="00F5086D">
        <w:rPr>
          <w:rFonts w:hAnsi="ＭＳ 明朝" w:hint="eastAsia"/>
          <w:sz w:val="22"/>
          <w:szCs w:val="22"/>
        </w:rPr>
        <w:t>【 誓約事項 】</w:t>
      </w:r>
    </w:p>
    <w:p w:rsidR="008D1C97" w:rsidRPr="00A439E3" w:rsidRDefault="008D1C97" w:rsidP="00A439E3">
      <w:pPr>
        <w:spacing w:line="260" w:lineRule="exact"/>
        <w:ind w:left="227" w:hangingChars="100" w:hanging="227"/>
        <w:rPr>
          <w:rFonts w:hAnsi="ＭＳ 明朝" w:hint="eastAsia"/>
          <w:szCs w:val="21"/>
        </w:rPr>
      </w:pPr>
      <w:r w:rsidRPr="00A439E3">
        <w:rPr>
          <w:rFonts w:hAnsi="ＭＳ 明朝" w:hint="eastAsia"/>
          <w:szCs w:val="21"/>
        </w:rPr>
        <w:t>１　条件付一般競争入札参加資格確認申請にあたり、虚偽の申請等の不正又は不誠実な</w:t>
      </w:r>
      <w:r w:rsidR="005A007A">
        <w:rPr>
          <w:rFonts w:hAnsi="ＭＳ 明朝" w:hint="eastAsia"/>
          <w:szCs w:val="21"/>
        </w:rPr>
        <w:t xml:space="preserve">　</w:t>
      </w:r>
      <w:r w:rsidRPr="00A439E3">
        <w:rPr>
          <w:rFonts w:hAnsi="ＭＳ 明朝" w:hint="eastAsia"/>
          <w:szCs w:val="21"/>
        </w:rPr>
        <w:t>行為を一切行っていません。</w:t>
      </w:r>
    </w:p>
    <w:p w:rsidR="008D1C97" w:rsidRPr="00A439E3" w:rsidRDefault="008D1C97" w:rsidP="00A439E3">
      <w:pPr>
        <w:spacing w:line="260" w:lineRule="exact"/>
        <w:ind w:left="227" w:hangingChars="100" w:hanging="227"/>
        <w:rPr>
          <w:rFonts w:hAnsi="ＭＳ 明朝" w:hint="eastAsia"/>
          <w:szCs w:val="21"/>
        </w:rPr>
      </w:pPr>
      <w:r w:rsidRPr="00A439E3">
        <w:rPr>
          <w:rFonts w:hAnsi="ＭＳ 明朝" w:hint="eastAsia"/>
          <w:szCs w:val="21"/>
        </w:rPr>
        <w:t>２　入札談合等、私的独占の禁止及び公正取引の確保に関する法律に抵触する行為は</w:t>
      </w:r>
      <w:r w:rsidR="005A007A">
        <w:rPr>
          <w:rFonts w:hAnsi="ＭＳ 明朝" w:hint="eastAsia"/>
          <w:szCs w:val="21"/>
        </w:rPr>
        <w:t xml:space="preserve">　　</w:t>
      </w:r>
      <w:r w:rsidRPr="00A439E3">
        <w:rPr>
          <w:rFonts w:hAnsi="ＭＳ 明朝" w:hint="eastAsia"/>
          <w:szCs w:val="21"/>
        </w:rPr>
        <w:t>行っておらず、今後とも同法律を遵守します。</w:t>
      </w:r>
    </w:p>
    <w:p w:rsidR="008D1C97" w:rsidRPr="00A439E3" w:rsidRDefault="008D1C97" w:rsidP="00A439E3">
      <w:pPr>
        <w:spacing w:line="260" w:lineRule="exact"/>
        <w:ind w:left="227" w:hangingChars="100" w:hanging="227"/>
        <w:rPr>
          <w:rFonts w:hAnsi="ＭＳ 明朝" w:hint="eastAsia"/>
          <w:szCs w:val="21"/>
        </w:rPr>
      </w:pPr>
      <w:r w:rsidRPr="00A439E3">
        <w:rPr>
          <w:rFonts w:hAnsi="ＭＳ 明朝" w:hint="eastAsia"/>
          <w:szCs w:val="21"/>
        </w:rPr>
        <w:t>３　当方の役員等（個人である場合にはその者を、法人である場合にはその役員又はその支店若しくは常時契約を締結する営業所の代表者、団体である場合にはその代表者又は理事をいう。）又は経営に事実上参加している者に、延岡市暴力団排除条例（平成23年条例第22号）第２条第３号に規定する暴力団関係者はいません。</w:t>
      </w:r>
    </w:p>
    <w:p w:rsidR="00EC6B74" w:rsidRDefault="008D1C97" w:rsidP="00A439E3">
      <w:pPr>
        <w:spacing w:line="260" w:lineRule="exact"/>
        <w:ind w:left="227" w:hangingChars="100" w:hanging="227"/>
        <w:rPr>
          <w:rFonts w:hAnsi="ＭＳ 明朝" w:hint="eastAsia"/>
          <w:szCs w:val="21"/>
        </w:rPr>
      </w:pPr>
      <w:r w:rsidRPr="00A439E3">
        <w:rPr>
          <w:rFonts w:hAnsi="ＭＳ 明朝" w:hint="eastAsia"/>
          <w:szCs w:val="21"/>
        </w:rPr>
        <w:t>４　この誓約書及び本公告に係る工事の入札に参加するにあたり提出した一切の書類の</w:t>
      </w:r>
      <w:r w:rsidR="005A007A">
        <w:rPr>
          <w:rFonts w:hAnsi="ＭＳ 明朝" w:hint="eastAsia"/>
          <w:szCs w:val="21"/>
        </w:rPr>
        <w:t xml:space="preserve">　</w:t>
      </w:r>
      <w:r w:rsidRPr="00A439E3">
        <w:rPr>
          <w:rFonts w:hAnsi="ＭＳ 明朝" w:hint="eastAsia"/>
          <w:szCs w:val="21"/>
        </w:rPr>
        <w:t>写しが公正取引委員会又は宮崎県警察本部に送付されても異議を申し立てません。</w:t>
      </w:r>
    </w:p>
    <w:p w:rsidR="00E916BF" w:rsidRPr="00BE7214" w:rsidRDefault="00E916BF" w:rsidP="00A439E3">
      <w:pPr>
        <w:spacing w:line="260" w:lineRule="exact"/>
        <w:ind w:left="227" w:hangingChars="100" w:hanging="227"/>
        <w:rPr>
          <w:rFonts w:hAnsi="ＭＳ 明朝" w:hint="eastAsia"/>
          <w:szCs w:val="21"/>
        </w:rPr>
      </w:pPr>
    </w:p>
    <w:sectPr w:rsidR="00E916BF" w:rsidRPr="00BE7214" w:rsidSect="00941B16">
      <w:pgSz w:w="11906" w:h="16838" w:code="9"/>
      <w:pgMar w:top="1418" w:right="1418" w:bottom="1418" w:left="1418" w:header="851" w:footer="851" w:gutter="0"/>
      <w:cols w:space="425"/>
      <w:docGrid w:type="linesAndChars" w:linePitch="291"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2E63" w:rsidRDefault="00E62E63">
      <w:r>
        <w:separator/>
      </w:r>
    </w:p>
  </w:endnote>
  <w:endnote w:type="continuationSeparator" w:id="0">
    <w:p w:rsidR="00E62E63" w:rsidRDefault="00E62E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2E63" w:rsidRDefault="00E62E63">
      <w:r>
        <w:separator/>
      </w:r>
    </w:p>
  </w:footnote>
  <w:footnote w:type="continuationSeparator" w:id="0">
    <w:p w:rsidR="00E62E63" w:rsidRDefault="00E62E6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291"/>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4D45"/>
    <w:rsid w:val="000269EB"/>
    <w:rsid w:val="000412EE"/>
    <w:rsid w:val="000557CF"/>
    <w:rsid w:val="00070A50"/>
    <w:rsid w:val="00096351"/>
    <w:rsid w:val="000D5DDA"/>
    <w:rsid w:val="000F5F18"/>
    <w:rsid w:val="001059D9"/>
    <w:rsid w:val="00133AA9"/>
    <w:rsid w:val="00135BAE"/>
    <w:rsid w:val="001405FD"/>
    <w:rsid w:val="00152A05"/>
    <w:rsid w:val="0015455D"/>
    <w:rsid w:val="00180AD0"/>
    <w:rsid w:val="00197083"/>
    <w:rsid w:val="001F0BBE"/>
    <w:rsid w:val="00203730"/>
    <w:rsid w:val="002052AA"/>
    <w:rsid w:val="00241976"/>
    <w:rsid w:val="00264D45"/>
    <w:rsid w:val="00265C29"/>
    <w:rsid w:val="00280C47"/>
    <w:rsid w:val="00290CC6"/>
    <w:rsid w:val="002A1827"/>
    <w:rsid w:val="002B60A8"/>
    <w:rsid w:val="002B671F"/>
    <w:rsid w:val="002C3A85"/>
    <w:rsid w:val="002C4051"/>
    <w:rsid w:val="002D1676"/>
    <w:rsid w:val="002D6C8F"/>
    <w:rsid w:val="002E17B8"/>
    <w:rsid w:val="002E31C2"/>
    <w:rsid w:val="002E329B"/>
    <w:rsid w:val="002E50B6"/>
    <w:rsid w:val="002F4512"/>
    <w:rsid w:val="002F4BB7"/>
    <w:rsid w:val="002F4CF2"/>
    <w:rsid w:val="003155EE"/>
    <w:rsid w:val="003254FC"/>
    <w:rsid w:val="0034600B"/>
    <w:rsid w:val="003554F1"/>
    <w:rsid w:val="00366A11"/>
    <w:rsid w:val="00366EEB"/>
    <w:rsid w:val="00380065"/>
    <w:rsid w:val="003813C7"/>
    <w:rsid w:val="00381F49"/>
    <w:rsid w:val="0039516C"/>
    <w:rsid w:val="003B6C30"/>
    <w:rsid w:val="003D1AD4"/>
    <w:rsid w:val="003D5B1F"/>
    <w:rsid w:val="003F0989"/>
    <w:rsid w:val="003F1941"/>
    <w:rsid w:val="003F32D8"/>
    <w:rsid w:val="003F6310"/>
    <w:rsid w:val="00403C5B"/>
    <w:rsid w:val="00413D13"/>
    <w:rsid w:val="00415117"/>
    <w:rsid w:val="00415633"/>
    <w:rsid w:val="00422967"/>
    <w:rsid w:val="00441591"/>
    <w:rsid w:val="004471B2"/>
    <w:rsid w:val="00465D21"/>
    <w:rsid w:val="004719BD"/>
    <w:rsid w:val="00484810"/>
    <w:rsid w:val="00492A94"/>
    <w:rsid w:val="004B0681"/>
    <w:rsid w:val="004B4E8F"/>
    <w:rsid w:val="004D6F94"/>
    <w:rsid w:val="004D7B32"/>
    <w:rsid w:val="004E37F4"/>
    <w:rsid w:val="004F17DC"/>
    <w:rsid w:val="00500520"/>
    <w:rsid w:val="00556F9C"/>
    <w:rsid w:val="00570C88"/>
    <w:rsid w:val="005836DA"/>
    <w:rsid w:val="005A007A"/>
    <w:rsid w:val="005A4315"/>
    <w:rsid w:val="005C319A"/>
    <w:rsid w:val="005C5018"/>
    <w:rsid w:val="005D2D5D"/>
    <w:rsid w:val="005D5AEF"/>
    <w:rsid w:val="005E30D2"/>
    <w:rsid w:val="005E5219"/>
    <w:rsid w:val="00603F21"/>
    <w:rsid w:val="00616437"/>
    <w:rsid w:val="00621614"/>
    <w:rsid w:val="00625848"/>
    <w:rsid w:val="00626356"/>
    <w:rsid w:val="00630732"/>
    <w:rsid w:val="0063790C"/>
    <w:rsid w:val="0065280D"/>
    <w:rsid w:val="00676BAF"/>
    <w:rsid w:val="0068308E"/>
    <w:rsid w:val="00685280"/>
    <w:rsid w:val="0069640D"/>
    <w:rsid w:val="006A0F47"/>
    <w:rsid w:val="006C09D6"/>
    <w:rsid w:val="006D6EAC"/>
    <w:rsid w:val="006D75C7"/>
    <w:rsid w:val="006E773C"/>
    <w:rsid w:val="006F1B30"/>
    <w:rsid w:val="00707639"/>
    <w:rsid w:val="00712C8F"/>
    <w:rsid w:val="007327B0"/>
    <w:rsid w:val="00750095"/>
    <w:rsid w:val="00771CDB"/>
    <w:rsid w:val="00787409"/>
    <w:rsid w:val="007905AA"/>
    <w:rsid w:val="00795CB3"/>
    <w:rsid w:val="007B61F0"/>
    <w:rsid w:val="007E0E28"/>
    <w:rsid w:val="008067C1"/>
    <w:rsid w:val="00810D3F"/>
    <w:rsid w:val="00830EFC"/>
    <w:rsid w:val="008558C6"/>
    <w:rsid w:val="0085667A"/>
    <w:rsid w:val="00874FD8"/>
    <w:rsid w:val="00876EA0"/>
    <w:rsid w:val="008923E7"/>
    <w:rsid w:val="00896F7F"/>
    <w:rsid w:val="008A4140"/>
    <w:rsid w:val="008B6567"/>
    <w:rsid w:val="008C3B43"/>
    <w:rsid w:val="008D1C97"/>
    <w:rsid w:val="008E2451"/>
    <w:rsid w:val="00901828"/>
    <w:rsid w:val="009111C5"/>
    <w:rsid w:val="009230C5"/>
    <w:rsid w:val="00941B16"/>
    <w:rsid w:val="0095373B"/>
    <w:rsid w:val="009543B4"/>
    <w:rsid w:val="00957535"/>
    <w:rsid w:val="00975507"/>
    <w:rsid w:val="00982001"/>
    <w:rsid w:val="00984D36"/>
    <w:rsid w:val="009B6843"/>
    <w:rsid w:val="009E7C66"/>
    <w:rsid w:val="009F473E"/>
    <w:rsid w:val="00A058BE"/>
    <w:rsid w:val="00A07789"/>
    <w:rsid w:val="00A213D8"/>
    <w:rsid w:val="00A36CBF"/>
    <w:rsid w:val="00A439E3"/>
    <w:rsid w:val="00A5434E"/>
    <w:rsid w:val="00A62B62"/>
    <w:rsid w:val="00A84549"/>
    <w:rsid w:val="00A9416E"/>
    <w:rsid w:val="00A9608E"/>
    <w:rsid w:val="00A9664E"/>
    <w:rsid w:val="00AB01F2"/>
    <w:rsid w:val="00AB1CB0"/>
    <w:rsid w:val="00AB593D"/>
    <w:rsid w:val="00AB72A6"/>
    <w:rsid w:val="00AB7BD6"/>
    <w:rsid w:val="00AD174A"/>
    <w:rsid w:val="00AE3AE9"/>
    <w:rsid w:val="00AE7542"/>
    <w:rsid w:val="00B02FA9"/>
    <w:rsid w:val="00B07E32"/>
    <w:rsid w:val="00B1667C"/>
    <w:rsid w:val="00B52D7B"/>
    <w:rsid w:val="00B54992"/>
    <w:rsid w:val="00B54B7E"/>
    <w:rsid w:val="00B61C26"/>
    <w:rsid w:val="00B640E1"/>
    <w:rsid w:val="00B70AB3"/>
    <w:rsid w:val="00B72C2A"/>
    <w:rsid w:val="00B830EA"/>
    <w:rsid w:val="00B87756"/>
    <w:rsid w:val="00B9652D"/>
    <w:rsid w:val="00BA57B3"/>
    <w:rsid w:val="00BD6350"/>
    <w:rsid w:val="00BE7214"/>
    <w:rsid w:val="00C23CBD"/>
    <w:rsid w:val="00C32F24"/>
    <w:rsid w:val="00C33D06"/>
    <w:rsid w:val="00C35E4E"/>
    <w:rsid w:val="00C60227"/>
    <w:rsid w:val="00C60FC6"/>
    <w:rsid w:val="00C64A19"/>
    <w:rsid w:val="00C83002"/>
    <w:rsid w:val="00CA4716"/>
    <w:rsid w:val="00CC1FFC"/>
    <w:rsid w:val="00CD6A0D"/>
    <w:rsid w:val="00CD7A71"/>
    <w:rsid w:val="00CF764E"/>
    <w:rsid w:val="00D0467E"/>
    <w:rsid w:val="00D65543"/>
    <w:rsid w:val="00D659F5"/>
    <w:rsid w:val="00D75FFF"/>
    <w:rsid w:val="00D962C3"/>
    <w:rsid w:val="00DA206D"/>
    <w:rsid w:val="00DB409A"/>
    <w:rsid w:val="00DD6CA1"/>
    <w:rsid w:val="00DF2445"/>
    <w:rsid w:val="00E20A70"/>
    <w:rsid w:val="00E46EEC"/>
    <w:rsid w:val="00E62E63"/>
    <w:rsid w:val="00E63C7E"/>
    <w:rsid w:val="00E74611"/>
    <w:rsid w:val="00E7596B"/>
    <w:rsid w:val="00E7707F"/>
    <w:rsid w:val="00E8789E"/>
    <w:rsid w:val="00E87EBB"/>
    <w:rsid w:val="00E902CA"/>
    <w:rsid w:val="00E916BF"/>
    <w:rsid w:val="00EC6B74"/>
    <w:rsid w:val="00EC74B7"/>
    <w:rsid w:val="00EC75A1"/>
    <w:rsid w:val="00ED0C2D"/>
    <w:rsid w:val="00ED5A52"/>
    <w:rsid w:val="00ED7688"/>
    <w:rsid w:val="00F011B2"/>
    <w:rsid w:val="00F11383"/>
    <w:rsid w:val="00F13D22"/>
    <w:rsid w:val="00F2799A"/>
    <w:rsid w:val="00F27DE3"/>
    <w:rsid w:val="00F336B9"/>
    <w:rsid w:val="00F34D2E"/>
    <w:rsid w:val="00F46BDC"/>
    <w:rsid w:val="00F47BBE"/>
    <w:rsid w:val="00F50EB0"/>
    <w:rsid w:val="00F52ED4"/>
    <w:rsid w:val="00FC198D"/>
    <w:rsid w:val="00FD05E4"/>
    <w:rsid w:val="00FE1A2F"/>
    <w:rsid w:val="00FE3376"/>
    <w:rsid w:val="00FE4D59"/>
    <w:rsid w:val="00FF39D5"/>
    <w:rsid w:val="00FF4C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Web">
    <w:name w:val="Normal (Web)"/>
    <w:basedOn w:val="a"/>
    <w:pPr>
      <w:widowControl/>
      <w:spacing w:before="100" w:beforeAutospacing="1" w:after="100" w:afterAutospacing="1"/>
      <w:jc w:val="left"/>
    </w:pPr>
    <w:rPr>
      <w:rFonts w:ascii="Arial Unicode MS" w:eastAsia="Arial Unicode MS" w:hAnsi="Arial Unicode MS" w:cs="ＭＳ ゴシック"/>
      <w:color w:val="000000"/>
      <w:kern w:val="0"/>
      <w:sz w:val="24"/>
    </w:rPr>
  </w:style>
  <w:style w:type="paragraph" w:styleId="a3">
    <w:name w:val="header"/>
    <w:basedOn w:val="a"/>
    <w:rsid w:val="00E7596B"/>
    <w:pPr>
      <w:tabs>
        <w:tab w:val="center" w:pos="4252"/>
        <w:tab w:val="right" w:pos="8504"/>
      </w:tabs>
      <w:snapToGrid w:val="0"/>
    </w:pPr>
  </w:style>
  <w:style w:type="paragraph" w:styleId="a4">
    <w:name w:val="footer"/>
    <w:basedOn w:val="a"/>
    <w:rsid w:val="00E7596B"/>
    <w:pPr>
      <w:tabs>
        <w:tab w:val="center" w:pos="4252"/>
        <w:tab w:val="right" w:pos="8504"/>
      </w:tabs>
      <w:snapToGrid w:val="0"/>
    </w:pPr>
  </w:style>
  <w:style w:type="paragraph" w:styleId="a5">
    <w:name w:val="Balloon Text"/>
    <w:basedOn w:val="a"/>
    <w:semiHidden/>
    <w:rsid w:val="00AD174A"/>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9344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P:\&#24037;&#20107;&#22865;&#32004;&#20418;\&#9671;&#26465;&#20214;&#20184;&#19968;&#33324;&#31478;&#20105;&#20837;&#26413;\19&#24180;&#24230;&#12288;&#26465;&#20214;&#20184;&#19968;&#33324;&#31478;&#20105;&#20837;&#26413;\&#9734;&#19968;&#33324;&#31478;&#20105;&#20837;&#26413;&#65288;&#35201;&#32177;&#12289;&#20181;&#27096;&#26360;&#12394;&#12393;&#65289;\&#9734;&#9734;%20&#20837;&#26413;&#21442;&#21152;&#36039;&#26684;&#30906;&#35469;&#30003;&#35531;&#26360;&#12411;&#12363;&#27096;&#24335;&#65288;1-5&#65289;&#12288;070829&#9734;&#9734;\&#65288;&#27096;&#24335;&#65299;&#65289;&#35475;&#32004;&#26360;.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EBB4FC-4CB0-41B5-A5AA-483813725A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（様式３）誓約書.dot</Template>
  <TotalTime>0</TotalTime>
  <Pages>1</Pages>
  <Words>94</Words>
  <Characters>536</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誓約書</vt:lpstr>
      <vt:lpstr>誓約書</vt:lpstr>
    </vt:vector>
  </TitlesOfParts>
  <LinksUpToDate>false</LinksUpToDate>
  <CharactersWithSpaces>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誓約書</dc:title>
  <dc:subject/>
  <dc:creator/>
  <cp:keywords/>
  <cp:lastModifiedBy/>
  <cp:revision>1</cp:revision>
  <cp:lastPrinted>2012-05-28T00:38:00Z</cp:lastPrinted>
  <dcterms:created xsi:type="dcterms:W3CDTF">2026-02-10T08:49:00Z</dcterms:created>
  <dcterms:modified xsi:type="dcterms:W3CDTF">2026-02-10T08:49:00Z</dcterms:modified>
</cp:coreProperties>
</file>